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6F3" w:rsidRPr="00DB5D3A" w:rsidRDefault="008B06F3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>PROJEKT BUDOWLANO-WYKONAWCZY</w:t>
      </w:r>
    </w:p>
    <w:p w:rsidR="008B06F3" w:rsidRPr="00DB5D3A" w:rsidRDefault="00A0460A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 xml:space="preserve">Budowa miasteczka </w:t>
      </w:r>
      <w:r w:rsidR="00197985">
        <w:rPr>
          <w:b/>
          <w:sz w:val="24"/>
          <w:szCs w:val="24"/>
        </w:rPr>
        <w:t>ruchu drogowego</w:t>
      </w:r>
    </w:p>
    <w:p w:rsidR="008B06F3" w:rsidRPr="00DB5D3A" w:rsidRDefault="008B06F3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>w m.</w:t>
      </w:r>
      <w:r w:rsidR="00964315" w:rsidRPr="00DB5D3A">
        <w:rPr>
          <w:b/>
          <w:sz w:val="24"/>
          <w:szCs w:val="24"/>
        </w:rPr>
        <w:t xml:space="preserve"> </w:t>
      </w:r>
      <w:r w:rsidR="00F0335E">
        <w:rPr>
          <w:b/>
          <w:sz w:val="24"/>
          <w:szCs w:val="24"/>
        </w:rPr>
        <w:t>Nochowo</w:t>
      </w:r>
      <w:r w:rsidR="0045497C" w:rsidRPr="00DB5D3A">
        <w:rPr>
          <w:b/>
          <w:sz w:val="24"/>
          <w:szCs w:val="24"/>
        </w:rPr>
        <w:t xml:space="preserve"> ul. </w:t>
      </w:r>
      <w:r w:rsidR="00F0335E">
        <w:rPr>
          <w:b/>
          <w:sz w:val="24"/>
          <w:szCs w:val="24"/>
        </w:rPr>
        <w:t xml:space="preserve">Szkolna 5 </w:t>
      </w:r>
      <w:r w:rsidRPr="00DB5D3A">
        <w:rPr>
          <w:b/>
          <w:sz w:val="24"/>
          <w:szCs w:val="24"/>
        </w:rPr>
        <w:t xml:space="preserve">gm. </w:t>
      </w:r>
      <w:r w:rsidR="00A0460A" w:rsidRPr="00DB5D3A">
        <w:rPr>
          <w:b/>
          <w:sz w:val="24"/>
          <w:szCs w:val="24"/>
        </w:rPr>
        <w:t>Śrem</w:t>
      </w:r>
      <w:r w:rsidRPr="00DB5D3A">
        <w:rPr>
          <w:b/>
          <w:sz w:val="24"/>
          <w:szCs w:val="24"/>
        </w:rPr>
        <w:t>.</w:t>
      </w:r>
    </w:p>
    <w:p w:rsidR="00320DE8" w:rsidRPr="00DB5D3A" w:rsidRDefault="00320DE8" w:rsidP="00BC2567">
      <w:pPr>
        <w:pStyle w:val="Tekstprzypisudolnego"/>
        <w:ind w:firstLine="709"/>
        <w:rPr>
          <w:rFonts w:ascii="Arial Black" w:hAnsi="Arial Black"/>
          <w:b/>
          <w:sz w:val="24"/>
          <w:szCs w:val="24"/>
        </w:rPr>
      </w:pPr>
    </w:p>
    <w:p w:rsidR="00BC2567" w:rsidRPr="00DB5D3A" w:rsidRDefault="00BC2567" w:rsidP="00BC2567">
      <w:pPr>
        <w:pStyle w:val="Tekstprzypisudolnego"/>
        <w:ind w:firstLine="709"/>
        <w:rPr>
          <w:rFonts w:ascii="Arial Black" w:hAnsi="Arial Black"/>
          <w:b/>
          <w:sz w:val="24"/>
          <w:szCs w:val="24"/>
        </w:rPr>
      </w:pPr>
    </w:p>
    <w:tbl>
      <w:tblPr>
        <w:tblW w:w="0" w:type="auto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3"/>
        <w:gridCol w:w="4887"/>
      </w:tblGrid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FAZA :</w:t>
            </w:r>
          </w:p>
        </w:tc>
        <w:tc>
          <w:tcPr>
            <w:tcW w:w="4887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P.B. Projekt budowlany.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BRANŻA  :</w:t>
            </w:r>
            <w:r w:rsidRPr="00DB5D3A">
              <w:rPr>
                <w:b/>
                <w:sz w:val="24"/>
                <w:szCs w:val="24"/>
              </w:rPr>
              <w:tab/>
            </w:r>
          </w:p>
        </w:tc>
        <w:tc>
          <w:tcPr>
            <w:tcW w:w="4887" w:type="dxa"/>
            <w:vAlign w:val="center"/>
          </w:tcPr>
          <w:p w:rsidR="00000393" w:rsidRPr="00DB5D3A" w:rsidRDefault="009809C4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Drogowa.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OBIEKT  :</w:t>
            </w:r>
          </w:p>
        </w:tc>
        <w:tc>
          <w:tcPr>
            <w:tcW w:w="4887" w:type="dxa"/>
            <w:vAlign w:val="center"/>
          </w:tcPr>
          <w:p w:rsidR="00000393" w:rsidRPr="00DB5D3A" w:rsidRDefault="00A0460A" w:rsidP="0073484C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 xml:space="preserve">Miasteczko </w:t>
            </w:r>
            <w:r w:rsidR="00197985">
              <w:rPr>
                <w:sz w:val="24"/>
                <w:szCs w:val="24"/>
              </w:rPr>
              <w:t>ruchu drogowego</w:t>
            </w:r>
            <w:r w:rsidR="009809C4" w:rsidRPr="00DB5D3A">
              <w:rPr>
                <w:sz w:val="24"/>
                <w:szCs w:val="24"/>
              </w:rPr>
              <w:t>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 xml:space="preserve">ADRES BUDOWY :   </w:t>
            </w:r>
          </w:p>
        </w:tc>
        <w:tc>
          <w:tcPr>
            <w:tcW w:w="4887" w:type="dxa"/>
            <w:vAlign w:val="center"/>
          </w:tcPr>
          <w:p w:rsidR="00365C2E" w:rsidRPr="00DB5D3A" w:rsidRDefault="00197985" w:rsidP="0025188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Nochowo, </w:t>
            </w:r>
            <w:r w:rsidR="00A0460A" w:rsidRPr="00DB5D3A">
              <w:rPr>
                <w:sz w:val="24"/>
                <w:szCs w:val="24"/>
              </w:rPr>
              <w:t>63-100 Śrem</w:t>
            </w:r>
          </w:p>
          <w:p w:rsidR="009809C4" w:rsidRPr="00DB5D3A" w:rsidRDefault="0045497C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bCs/>
                <w:sz w:val="24"/>
                <w:szCs w:val="24"/>
              </w:rPr>
              <w:t xml:space="preserve">ul. </w:t>
            </w:r>
            <w:r w:rsidR="00197985">
              <w:rPr>
                <w:bCs/>
                <w:sz w:val="24"/>
                <w:szCs w:val="24"/>
              </w:rPr>
              <w:t>Szkolna 5</w:t>
            </w:r>
          </w:p>
          <w:p w:rsidR="00000393" w:rsidRPr="00DB5D3A" w:rsidRDefault="00000393" w:rsidP="0045497C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 xml:space="preserve">dz. nr </w:t>
            </w:r>
            <w:proofErr w:type="spellStart"/>
            <w:r w:rsidRPr="00DB5D3A">
              <w:rPr>
                <w:sz w:val="24"/>
                <w:szCs w:val="24"/>
              </w:rPr>
              <w:t>ewid</w:t>
            </w:r>
            <w:proofErr w:type="spellEnd"/>
            <w:r w:rsidRPr="00DB5D3A">
              <w:rPr>
                <w:sz w:val="24"/>
                <w:szCs w:val="24"/>
              </w:rPr>
              <w:t>.</w:t>
            </w:r>
            <w:r w:rsidR="00A0460A" w:rsidRPr="00DB5D3A">
              <w:rPr>
                <w:sz w:val="24"/>
                <w:szCs w:val="24"/>
              </w:rPr>
              <w:t xml:space="preserve"> </w:t>
            </w:r>
            <w:r w:rsidR="00197985">
              <w:rPr>
                <w:sz w:val="24"/>
                <w:szCs w:val="24"/>
              </w:rPr>
              <w:t>495/6</w:t>
            </w:r>
          </w:p>
        </w:tc>
      </w:tr>
      <w:tr w:rsidR="00000393" w:rsidRPr="00DB5D3A" w:rsidTr="003F0A2B">
        <w:trPr>
          <w:trHeight w:val="971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INWESTOR :</w:t>
            </w:r>
          </w:p>
        </w:tc>
        <w:tc>
          <w:tcPr>
            <w:tcW w:w="4887" w:type="dxa"/>
            <w:vAlign w:val="center"/>
          </w:tcPr>
          <w:p w:rsidR="00D73E77" w:rsidRPr="00DB5D3A" w:rsidRDefault="00A0460A" w:rsidP="00964315">
            <w:pPr>
              <w:spacing w:line="240" w:lineRule="auto"/>
              <w:rPr>
                <w:bCs/>
                <w:sz w:val="24"/>
                <w:szCs w:val="24"/>
              </w:rPr>
            </w:pPr>
            <w:r w:rsidRPr="00DB5D3A">
              <w:rPr>
                <w:bCs/>
                <w:sz w:val="24"/>
                <w:szCs w:val="24"/>
              </w:rPr>
              <w:t>Gmina Śrem</w:t>
            </w:r>
          </w:p>
          <w:p w:rsidR="009659DA" w:rsidRPr="00DB5D3A" w:rsidRDefault="00A0460A" w:rsidP="00A0460A">
            <w:pPr>
              <w:spacing w:line="240" w:lineRule="auto"/>
              <w:rPr>
                <w:bCs/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63-100 Śrem</w:t>
            </w:r>
            <w:r w:rsidR="009659DA" w:rsidRPr="00DB5D3A">
              <w:rPr>
                <w:bCs/>
                <w:sz w:val="24"/>
                <w:szCs w:val="24"/>
              </w:rPr>
              <w:t xml:space="preserve">, ul. </w:t>
            </w:r>
            <w:r w:rsidRPr="00DB5D3A">
              <w:rPr>
                <w:bCs/>
                <w:sz w:val="24"/>
                <w:szCs w:val="24"/>
              </w:rPr>
              <w:t>Plac 20 Października 1</w:t>
            </w:r>
          </w:p>
        </w:tc>
      </w:tr>
    </w:tbl>
    <w:p w:rsidR="006376FB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  <w:r w:rsidRPr="00DB5D3A">
        <w:rPr>
          <w:sz w:val="24"/>
          <w:szCs w:val="24"/>
        </w:rPr>
        <w:tab/>
      </w: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8B06F3" w:rsidRPr="00DB5D3A" w:rsidRDefault="008B06F3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8B06F3" w:rsidRPr="00DB5D3A" w:rsidRDefault="008B06F3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tbl>
      <w:tblPr>
        <w:tblW w:w="8420" w:type="dxa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4320"/>
      </w:tblGrid>
      <w:tr w:rsidR="00A0460A" w:rsidRPr="00DB5D3A" w:rsidTr="0073484C">
        <w:trPr>
          <w:cantSplit/>
          <w:trHeight w:val="1514"/>
        </w:trPr>
        <w:tc>
          <w:tcPr>
            <w:tcW w:w="4100" w:type="dxa"/>
            <w:vAlign w:val="center"/>
          </w:tcPr>
          <w:p w:rsidR="00A0460A" w:rsidRPr="00DB5D3A" w:rsidRDefault="00A0460A" w:rsidP="00A0460A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B5D3A">
              <w:rPr>
                <w:sz w:val="24"/>
                <w:szCs w:val="24"/>
              </w:rPr>
              <w:t>Proj</w:t>
            </w:r>
            <w:proofErr w:type="spellEnd"/>
            <w:r w:rsidRPr="00DB5D3A">
              <w:rPr>
                <w:sz w:val="24"/>
                <w:szCs w:val="24"/>
              </w:rPr>
              <w:t>: Stanisław Stachowiak</w:t>
            </w:r>
          </w:p>
        </w:tc>
        <w:tc>
          <w:tcPr>
            <w:tcW w:w="4320" w:type="dxa"/>
            <w:vAlign w:val="center"/>
          </w:tcPr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376FB" w:rsidRDefault="006376FB" w:rsidP="00000393">
      <w:pPr>
        <w:rPr>
          <w:b/>
          <w:bCs/>
        </w:rPr>
      </w:pPr>
    </w:p>
    <w:p w:rsidR="006376FB" w:rsidRDefault="006376FB" w:rsidP="00000393">
      <w:pPr>
        <w:rPr>
          <w:b/>
          <w:bCs/>
        </w:rPr>
      </w:pPr>
    </w:p>
    <w:p w:rsidR="003C04DE" w:rsidRDefault="003C04DE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BF7F81" w:rsidRDefault="00BF7F81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BC2567" w:rsidRPr="00E10AF9" w:rsidRDefault="00A0460A" w:rsidP="00DB5D3A">
      <w:pPr>
        <w:tabs>
          <w:tab w:val="left" w:pos="2525"/>
        </w:tabs>
        <w:jc w:val="both"/>
      </w:pPr>
      <w:r w:rsidRPr="00DB5D3A">
        <w:rPr>
          <w:rFonts w:cs="Arial"/>
          <w:sz w:val="24"/>
          <w:szCs w:val="24"/>
        </w:rPr>
        <w:t>marzec</w:t>
      </w:r>
      <w:r w:rsidR="00BC2567" w:rsidRPr="00DB5D3A">
        <w:rPr>
          <w:rFonts w:cs="Arial"/>
          <w:sz w:val="24"/>
          <w:szCs w:val="24"/>
        </w:rPr>
        <w:t xml:space="preserve">  20</w:t>
      </w:r>
      <w:r w:rsidR="009809C4" w:rsidRPr="00DB5D3A">
        <w:rPr>
          <w:rFonts w:cs="Arial"/>
          <w:sz w:val="24"/>
          <w:szCs w:val="24"/>
        </w:rPr>
        <w:t>1</w:t>
      </w:r>
      <w:r w:rsidR="0045497C" w:rsidRPr="00DB5D3A">
        <w:rPr>
          <w:rFonts w:cs="Arial"/>
          <w:sz w:val="24"/>
          <w:szCs w:val="24"/>
        </w:rPr>
        <w:t>7</w:t>
      </w:r>
      <w:r w:rsidR="00BC2567" w:rsidRPr="00DB5D3A">
        <w:rPr>
          <w:rFonts w:cs="Arial"/>
          <w:sz w:val="24"/>
          <w:szCs w:val="24"/>
        </w:rPr>
        <w:t xml:space="preserve"> r.</w:t>
      </w:r>
      <w:r w:rsidR="00FF16DC" w:rsidRPr="00DB5D3A">
        <w:rPr>
          <w:rFonts w:cs="Arial"/>
          <w:sz w:val="24"/>
          <w:szCs w:val="24"/>
        </w:rPr>
        <w:tab/>
      </w:r>
      <w:r w:rsidR="00FF16DC" w:rsidRPr="00DB5D3A">
        <w:rPr>
          <w:rFonts w:cs="Arial"/>
          <w:sz w:val="24"/>
          <w:szCs w:val="24"/>
        </w:rPr>
        <w:tab/>
      </w:r>
      <w:r w:rsidR="00FF16DC">
        <w:rPr>
          <w:rFonts w:cs="Arial"/>
        </w:rPr>
        <w:t xml:space="preserve">     </w:t>
      </w:r>
      <w:r w:rsidR="00237294">
        <w:rPr>
          <w:rFonts w:cs="Arial"/>
        </w:rPr>
        <w:t xml:space="preserve"> </w:t>
      </w:r>
      <w:r w:rsidR="00FF16DC">
        <w:rPr>
          <w:rFonts w:cs="Arial"/>
        </w:rPr>
        <w:t xml:space="preserve">  </w:t>
      </w:r>
      <w:r w:rsidR="00FF16DC">
        <w:rPr>
          <w:rFonts w:cs="Arial"/>
        </w:rPr>
        <w:tab/>
      </w:r>
      <w:r w:rsidR="00FF16DC">
        <w:rPr>
          <w:rFonts w:cs="Arial"/>
        </w:rPr>
        <w:tab/>
      </w:r>
      <w:r w:rsidR="00A408EB">
        <w:rPr>
          <w:rFonts w:cs="Arial"/>
        </w:rPr>
        <w:tab/>
      </w:r>
      <w:r w:rsidR="00190FBB">
        <w:rPr>
          <w:rFonts w:cs="Arial"/>
        </w:rPr>
        <w:t xml:space="preserve">         </w:t>
      </w:r>
      <w:r w:rsidR="00DB5D3A">
        <w:rPr>
          <w:rFonts w:cs="Arial"/>
        </w:rPr>
        <w:tab/>
      </w:r>
      <w:r w:rsidR="00BC2567">
        <w:rPr>
          <w:rFonts w:cs="Arial"/>
          <w:b/>
          <w:sz w:val="32"/>
        </w:rPr>
        <w:t>EGZ. nr</w:t>
      </w:r>
      <w:r w:rsidR="00BC2567">
        <w:rPr>
          <w:rFonts w:cs="Arial"/>
          <w:b/>
          <w:sz w:val="32"/>
        </w:rPr>
        <w:tab/>
      </w:r>
      <w:r w:rsidR="001B72AE">
        <w:rPr>
          <w:rFonts w:cs="Arial"/>
          <w:b/>
          <w:sz w:val="96"/>
          <w:szCs w:val="96"/>
        </w:rPr>
        <w:t>1</w:t>
      </w:r>
      <w:bookmarkStart w:id="0" w:name="_GoBack"/>
      <w:bookmarkEnd w:id="0"/>
    </w:p>
    <w:p w:rsidR="00000393" w:rsidRDefault="00000393" w:rsidP="00E10AF9">
      <w:pPr>
        <w:ind w:firstLine="708"/>
      </w:pPr>
    </w:p>
    <w:p w:rsidR="0045497C" w:rsidRDefault="0045497C" w:rsidP="00E10AF9">
      <w:pPr>
        <w:ind w:firstLine="708"/>
      </w:pPr>
    </w:p>
    <w:p w:rsidR="00D60BC8" w:rsidRPr="00DB5D3A" w:rsidRDefault="00D60BC8" w:rsidP="00DB5D3A">
      <w:pPr>
        <w:rPr>
          <w:rFonts w:cs="Arial"/>
          <w:b/>
          <w:sz w:val="24"/>
          <w:szCs w:val="24"/>
        </w:rPr>
      </w:pPr>
      <w:r w:rsidRPr="00DB5D3A">
        <w:rPr>
          <w:rFonts w:cs="Arial"/>
          <w:b/>
          <w:sz w:val="24"/>
          <w:szCs w:val="24"/>
        </w:rPr>
        <w:t>ZAWATROŚĆ TECZKI :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OPIS TECHNICZNY :</w:t>
      </w:r>
    </w:p>
    <w:p w:rsidR="00DB5D3A" w:rsidRPr="00DB5D3A" w:rsidRDefault="00DB5D3A" w:rsidP="00DB5D3A">
      <w:pPr>
        <w:rPr>
          <w:rFonts w:cs="Arial"/>
          <w:sz w:val="24"/>
          <w:szCs w:val="24"/>
        </w:rPr>
      </w:pPr>
    </w:p>
    <w:sdt>
      <w:sdtPr>
        <w:rPr>
          <w:rFonts w:cs="Arial"/>
          <w:bCs/>
          <w:sz w:val="24"/>
          <w:szCs w:val="24"/>
        </w:rPr>
        <w:id w:val="24711626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D60BC8" w:rsidRPr="00DB5D3A" w:rsidRDefault="00D60BC8" w:rsidP="00DB5D3A">
          <w:pPr>
            <w:rPr>
              <w:rFonts w:cs="Arial"/>
              <w:sz w:val="24"/>
              <w:szCs w:val="24"/>
            </w:rPr>
          </w:pPr>
          <w:r w:rsidRPr="00DB5D3A">
            <w:rPr>
              <w:rFonts w:cs="Arial"/>
              <w:bCs/>
              <w:sz w:val="24"/>
              <w:szCs w:val="24"/>
            </w:rPr>
            <w:t>1.Opis techniczny</w:t>
          </w:r>
        </w:p>
        <w:p w:rsidR="00D60BC8" w:rsidRPr="00DB5D3A" w:rsidRDefault="001B72AE" w:rsidP="00DB5D3A">
          <w:pPr>
            <w:rPr>
              <w:rFonts w:cs="Arial"/>
              <w:sz w:val="24"/>
              <w:szCs w:val="24"/>
            </w:rPr>
          </w:pPr>
        </w:p>
      </w:sdtContent>
    </w:sdt>
    <w:p w:rsidR="00D60BC8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RYSUNKI :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D.1</w:t>
      </w:r>
      <w:r w:rsidRPr="00DB5D3A">
        <w:rPr>
          <w:rFonts w:cs="Arial"/>
          <w:sz w:val="24"/>
          <w:szCs w:val="24"/>
        </w:rPr>
        <w:tab/>
        <w:t>Plan orientacyjny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D.2 </w:t>
      </w:r>
      <w:r w:rsidRPr="00DB5D3A">
        <w:rPr>
          <w:rFonts w:cs="Arial"/>
          <w:sz w:val="24"/>
          <w:szCs w:val="24"/>
        </w:rPr>
        <w:tab/>
      </w:r>
      <w:r w:rsidR="00DB5D3A" w:rsidRPr="00DB5D3A">
        <w:rPr>
          <w:rFonts w:cs="Arial"/>
          <w:sz w:val="24"/>
          <w:szCs w:val="24"/>
        </w:rPr>
        <w:t>Rzut</w:t>
      </w:r>
    </w:p>
    <w:p w:rsidR="00D60BC8" w:rsidRPr="00DB5D3A" w:rsidRDefault="00DB5D3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D.3 </w:t>
      </w:r>
      <w:r w:rsidRPr="00DB5D3A">
        <w:rPr>
          <w:rFonts w:cs="Arial"/>
          <w:sz w:val="24"/>
          <w:szCs w:val="24"/>
        </w:rPr>
        <w:tab/>
        <w:t xml:space="preserve">Przekrój </w:t>
      </w:r>
      <w:r w:rsidR="00D60BC8" w:rsidRPr="00DB5D3A">
        <w:rPr>
          <w:rFonts w:cs="Arial"/>
          <w:sz w:val="24"/>
          <w:szCs w:val="24"/>
        </w:rPr>
        <w:t xml:space="preserve"> P1</w:t>
      </w:r>
    </w:p>
    <w:p w:rsidR="00D60BC8" w:rsidRPr="00DB5D3A" w:rsidRDefault="00DB5D3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D.4</w:t>
      </w:r>
      <w:r w:rsidR="00D60BC8" w:rsidRPr="00DB5D3A">
        <w:rPr>
          <w:rFonts w:cs="Arial"/>
          <w:sz w:val="24"/>
          <w:szCs w:val="24"/>
        </w:rPr>
        <w:t xml:space="preserve"> </w:t>
      </w:r>
      <w:r w:rsidR="00D60BC8" w:rsidRPr="00DB5D3A">
        <w:rPr>
          <w:rFonts w:cs="Arial"/>
          <w:sz w:val="24"/>
          <w:szCs w:val="24"/>
        </w:rPr>
        <w:tab/>
        <w:t>Konstrukcja nawierzchni</w:t>
      </w:r>
    </w:p>
    <w:p w:rsidR="0045497C" w:rsidRPr="00DB5D3A" w:rsidRDefault="0045497C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Przedmiot Opracowania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Projekt zakłada budowę miasteczka </w:t>
      </w:r>
      <w:r w:rsidR="00197985">
        <w:rPr>
          <w:rFonts w:cs="Arial"/>
          <w:sz w:val="24"/>
          <w:szCs w:val="24"/>
        </w:rPr>
        <w:t xml:space="preserve">ruchu drogowego </w:t>
      </w:r>
      <w:r w:rsidRPr="00DB5D3A">
        <w:rPr>
          <w:rFonts w:cs="Arial"/>
          <w:sz w:val="24"/>
          <w:szCs w:val="24"/>
        </w:rPr>
        <w:t xml:space="preserve">na terenie </w:t>
      </w:r>
      <w:r w:rsidR="00197985">
        <w:rPr>
          <w:rFonts w:cs="Arial"/>
          <w:sz w:val="24"/>
          <w:szCs w:val="24"/>
        </w:rPr>
        <w:t xml:space="preserve">Szkoły </w:t>
      </w:r>
      <w:r w:rsidRPr="00DB5D3A">
        <w:rPr>
          <w:rFonts w:cs="Arial"/>
          <w:sz w:val="24"/>
          <w:szCs w:val="24"/>
        </w:rPr>
        <w:t xml:space="preserve">w </w:t>
      </w:r>
      <w:r w:rsidR="00197985">
        <w:rPr>
          <w:rFonts w:cs="Arial"/>
          <w:sz w:val="24"/>
          <w:szCs w:val="24"/>
        </w:rPr>
        <w:t>Nochowie</w:t>
      </w:r>
      <w:r w:rsidR="00DF2FA1" w:rsidRPr="00DB5D3A">
        <w:rPr>
          <w:rFonts w:cs="Arial"/>
          <w:sz w:val="24"/>
          <w:szCs w:val="24"/>
        </w:rPr>
        <w:t xml:space="preserve"> przy ulicy </w:t>
      </w:r>
      <w:r w:rsidR="00197985">
        <w:rPr>
          <w:rFonts w:cs="Arial"/>
          <w:sz w:val="24"/>
          <w:szCs w:val="24"/>
        </w:rPr>
        <w:t>Szkolnej 5 na dz. nr 495/6</w:t>
      </w:r>
      <w:r w:rsidRPr="00DB5D3A">
        <w:rPr>
          <w:rFonts w:cs="Arial"/>
          <w:sz w:val="24"/>
          <w:szCs w:val="24"/>
        </w:rPr>
        <w:t>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P</w:t>
      </w:r>
      <w:r w:rsidR="00A0460A" w:rsidRPr="00DB5D3A">
        <w:rPr>
          <w:rFonts w:cs="Arial"/>
          <w:b/>
          <w:sz w:val="24"/>
          <w:szCs w:val="24"/>
          <w:u w:val="single"/>
        </w:rPr>
        <w:t>odstawa opracowania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Podstawowe akty normatywne wykorzystane do realizacji zlecenia: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Ustawa z dnia 20 czerwca 1997 r. – Prawo o ruchu drogowym (jednolity tekst Dz. U. Nr 58 z 2003 r. z późniejszymi zmianami).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Rozporządzenie Ministra Infrastruktury z dnia 23 września 2003 r. w sprawie szczegółowych warunków zarządzania ruchem na drogach oraz wykonywania nadzoru nad tym zarządzaniem (Dz. U. Nr 177, poz. 1729)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Rozporządzenie Ministrów Transportu i Gospodarki Morskiej oraz Spraw Wewnętrznych i Administracji z dnia 31 lipca 2002 r. w sprawie znaków i sygnałów drogowych (Dz. U. Nr 170 z dnia 12 października 2002 r., poz. 1393).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Rozporządzenie Ministra Infrastruktury z dnia 3 lipca 2003 r. w sprawie szczegółowych warunków technicznych dla znaków i sygnałów drogowych oraz urządzeń bezpieczeństwa ruchu </w:t>
      </w:r>
      <w:r w:rsidRPr="00DB5D3A">
        <w:rPr>
          <w:rFonts w:cs="Arial"/>
          <w:sz w:val="24"/>
          <w:szCs w:val="24"/>
        </w:rPr>
        <w:lastRenderedPageBreak/>
        <w:t xml:space="preserve">drogowego i warunków ich umieszczania na drogach (Dz. U. Nr 220, poz. 2181)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Szczegółowe warunki techniczne dla znaków i sygnałów drogowych oraz urządzeń bezpieczeństwa ruchu drogowego i warunki ich umieszczania na drogach.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Załącznik nr 1-4 do rozporządzenia z dnia 3 lipca 2003 r. w sprawie szczegółowych warunków technicznych dla znaków i sygnałów drogowych oraz urządzeń bezpieczeństwa ruchu drogowego i warunków ich umieszczania na drogach (Załącznik do nr-u 220, poz. 2181 z dnia 23 grudnia 2003 r.)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Rozporządzenie Ministra Infrastruktury z dnia 27 października 2005 r. W sprawie szkolenia, egzaminowania i uzyskiwania uprawnień przez kierujących </w:t>
      </w:r>
      <w:proofErr w:type="spellStart"/>
      <w:r w:rsidRPr="00DB5D3A">
        <w:rPr>
          <w:rFonts w:cs="Arial"/>
          <w:sz w:val="24"/>
          <w:szCs w:val="24"/>
        </w:rPr>
        <w:t>pojazdzami</w:t>
      </w:r>
      <w:proofErr w:type="spellEnd"/>
      <w:r w:rsidRPr="00DB5D3A">
        <w:rPr>
          <w:rFonts w:cs="Arial"/>
          <w:sz w:val="24"/>
          <w:szCs w:val="24"/>
        </w:rPr>
        <w:t>, instruktorów i egzaminatorów (Dz. U. Nr 217, poz. 1834)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Instrukcja z dnia 01 marca 2007 roku w sprawie przeprowadzania szkolenia i  egzaminów na kartę rowerową wraz z aktami prawnymi, na których została oparta.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DB5D3A" w:rsidP="00DB5D3A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M</w:t>
      </w:r>
      <w:r w:rsidR="00A0460A" w:rsidRPr="00DB5D3A">
        <w:rPr>
          <w:rFonts w:cs="Arial"/>
          <w:b/>
          <w:sz w:val="24"/>
          <w:szCs w:val="24"/>
          <w:u w:val="single"/>
        </w:rPr>
        <w:t>ateriały wyjściowe</w:t>
      </w:r>
    </w:p>
    <w:p w:rsidR="00A0460A" w:rsidRPr="00DB5D3A" w:rsidRDefault="00A0460A" w:rsidP="00DB5D3A">
      <w:pPr>
        <w:rPr>
          <w:rFonts w:cs="Arial"/>
          <w:iCs/>
          <w:caps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Mapa zasadnicza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Wizja lokalna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Uzgodnienia z Inwestorem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ab/>
      </w: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Opis stanu istniejącego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Teren przeznaczony pod miasteczko </w:t>
      </w:r>
      <w:r w:rsidR="00DB5D3A" w:rsidRPr="00DB5D3A">
        <w:rPr>
          <w:rFonts w:cs="Arial"/>
          <w:sz w:val="24"/>
          <w:szCs w:val="24"/>
        </w:rPr>
        <w:t>rowerowe</w:t>
      </w:r>
      <w:r w:rsidRPr="00DB5D3A">
        <w:rPr>
          <w:rFonts w:cs="Arial"/>
          <w:sz w:val="24"/>
          <w:szCs w:val="24"/>
        </w:rPr>
        <w:t xml:space="preserve"> jest </w:t>
      </w:r>
      <w:r w:rsidR="0073484C">
        <w:rPr>
          <w:rFonts w:cs="Arial"/>
          <w:sz w:val="24"/>
          <w:szCs w:val="24"/>
        </w:rPr>
        <w:t xml:space="preserve">obecnie </w:t>
      </w:r>
      <w:r w:rsidR="00197985">
        <w:rPr>
          <w:rFonts w:cs="Arial"/>
          <w:sz w:val="24"/>
          <w:szCs w:val="24"/>
        </w:rPr>
        <w:t>terenem zielonym</w:t>
      </w:r>
      <w:r w:rsidR="00DF2FA1" w:rsidRPr="00DB5D3A">
        <w:rPr>
          <w:rFonts w:cs="Arial"/>
          <w:sz w:val="24"/>
          <w:szCs w:val="24"/>
        </w:rPr>
        <w:t xml:space="preserve"> </w:t>
      </w:r>
      <w:r w:rsidRPr="00DB5D3A">
        <w:rPr>
          <w:rFonts w:cs="Arial"/>
          <w:sz w:val="24"/>
          <w:szCs w:val="24"/>
        </w:rPr>
        <w:t xml:space="preserve"> i znaj</w:t>
      </w:r>
      <w:r w:rsidR="0073484C">
        <w:rPr>
          <w:rFonts w:cs="Arial"/>
          <w:sz w:val="24"/>
          <w:szCs w:val="24"/>
        </w:rPr>
        <w:t>duje się na terenie S</w:t>
      </w:r>
      <w:r w:rsidRPr="00DB5D3A">
        <w:rPr>
          <w:rFonts w:cs="Arial"/>
          <w:sz w:val="24"/>
          <w:szCs w:val="24"/>
        </w:rPr>
        <w:t xml:space="preserve">zkoły </w:t>
      </w:r>
      <w:r w:rsidR="00197985">
        <w:rPr>
          <w:rFonts w:cs="Arial"/>
          <w:sz w:val="24"/>
          <w:szCs w:val="24"/>
        </w:rPr>
        <w:t xml:space="preserve">przy </w:t>
      </w:r>
      <w:r w:rsidRPr="00DB5D3A">
        <w:rPr>
          <w:rFonts w:cs="Arial"/>
          <w:sz w:val="24"/>
          <w:szCs w:val="24"/>
        </w:rPr>
        <w:t xml:space="preserve">ul. </w:t>
      </w:r>
      <w:r w:rsidR="00197985">
        <w:rPr>
          <w:rFonts w:cs="Arial"/>
          <w:sz w:val="24"/>
          <w:szCs w:val="24"/>
        </w:rPr>
        <w:t>Szkolnej 5</w:t>
      </w:r>
      <w:r w:rsidR="00DF2FA1" w:rsidRPr="00DB5D3A">
        <w:rPr>
          <w:rFonts w:cs="Arial"/>
          <w:sz w:val="24"/>
          <w:szCs w:val="24"/>
        </w:rPr>
        <w:t xml:space="preserve"> w </w:t>
      </w:r>
      <w:r w:rsidR="00197985">
        <w:rPr>
          <w:rFonts w:cs="Arial"/>
          <w:sz w:val="24"/>
          <w:szCs w:val="24"/>
        </w:rPr>
        <w:t>Nochowie</w:t>
      </w:r>
      <w:r w:rsidR="00F0335E">
        <w:rPr>
          <w:rFonts w:cs="Arial"/>
          <w:sz w:val="24"/>
          <w:szCs w:val="24"/>
        </w:rPr>
        <w:t>.</w:t>
      </w:r>
      <w:r w:rsidRPr="00DB5D3A">
        <w:rPr>
          <w:rFonts w:cs="Arial"/>
          <w:sz w:val="24"/>
          <w:szCs w:val="24"/>
        </w:rPr>
        <w:t xml:space="preserve"> </w:t>
      </w:r>
    </w:p>
    <w:p w:rsidR="00197985" w:rsidRDefault="00197985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 xml:space="preserve">Opis zamierzeń do projektu </w:t>
      </w:r>
      <w:r w:rsidR="00DB5D3A" w:rsidRPr="00DB5D3A">
        <w:rPr>
          <w:rFonts w:cs="Arial"/>
          <w:b/>
          <w:sz w:val="24"/>
          <w:szCs w:val="24"/>
          <w:u w:val="single"/>
        </w:rPr>
        <w:t>miasteczka rowerowego</w:t>
      </w:r>
    </w:p>
    <w:p w:rsidR="00197985" w:rsidRDefault="00197985" w:rsidP="00DB5D3A">
      <w:pPr>
        <w:rPr>
          <w:rFonts w:cs="Arial"/>
          <w:sz w:val="24"/>
          <w:szCs w:val="24"/>
        </w:rPr>
      </w:pPr>
    </w:p>
    <w:p w:rsidR="006D7D56" w:rsidRDefault="00C026C2" w:rsidP="00DB5D3A">
      <w:pPr>
        <w:rPr>
          <w:sz w:val="24"/>
          <w:szCs w:val="24"/>
        </w:rPr>
      </w:pPr>
      <w:r>
        <w:rPr>
          <w:sz w:val="24"/>
          <w:szCs w:val="24"/>
        </w:rPr>
        <w:t xml:space="preserve">Celem opracowania jest miasteczko ruchu drogowego w Nochowie o wymiarach 19,00 x 60,00 m , wyłożone będzie z kostki brukowej o grubości 6 cm. </w:t>
      </w:r>
    </w:p>
    <w:p w:rsidR="00C026C2" w:rsidRDefault="00C026C2" w:rsidP="00DB5D3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Miasteczko będzie posiadało 3 główne i 6 łączących je ścieżek jezdnych o szerokości 3,00 m wykończone opornikiem betonowym 8x30x100 cm na podbudowie </w:t>
      </w:r>
      <w:proofErr w:type="spellStart"/>
      <w:r>
        <w:rPr>
          <w:sz w:val="24"/>
          <w:szCs w:val="24"/>
        </w:rPr>
        <w:t>Rm</w:t>
      </w:r>
      <w:proofErr w:type="spellEnd"/>
      <w:r>
        <w:rPr>
          <w:sz w:val="24"/>
          <w:szCs w:val="24"/>
        </w:rPr>
        <w:t xml:space="preserve"> 6-9 </w:t>
      </w:r>
      <w:proofErr w:type="spellStart"/>
      <w:r>
        <w:rPr>
          <w:sz w:val="24"/>
          <w:szCs w:val="24"/>
        </w:rPr>
        <w:t>MPa</w:t>
      </w:r>
      <w:proofErr w:type="spellEnd"/>
      <w:r>
        <w:rPr>
          <w:sz w:val="24"/>
          <w:szCs w:val="24"/>
        </w:rPr>
        <w:t xml:space="preserve">. </w:t>
      </w:r>
    </w:p>
    <w:p w:rsidR="00C026C2" w:rsidRDefault="00C026C2" w:rsidP="00DB5D3A">
      <w:pPr>
        <w:rPr>
          <w:sz w:val="24"/>
          <w:szCs w:val="24"/>
        </w:rPr>
      </w:pPr>
      <w:r>
        <w:rPr>
          <w:sz w:val="24"/>
          <w:szCs w:val="24"/>
        </w:rPr>
        <w:t xml:space="preserve">Centralny punkt obiektu stanowić będzie rondo o średnicy </w:t>
      </w:r>
      <w:r w:rsidR="00F0335E">
        <w:rPr>
          <w:sz w:val="24"/>
          <w:szCs w:val="24"/>
        </w:rPr>
        <w:t>4,00 m.</w:t>
      </w:r>
    </w:p>
    <w:p w:rsidR="00F0335E" w:rsidRDefault="00F0335E" w:rsidP="00DB5D3A">
      <w:pPr>
        <w:rPr>
          <w:sz w:val="24"/>
          <w:szCs w:val="24"/>
        </w:rPr>
      </w:pPr>
      <w:r>
        <w:rPr>
          <w:sz w:val="24"/>
          <w:szCs w:val="24"/>
        </w:rPr>
        <w:t xml:space="preserve">Przy chodniku rozplanowane zostaną 6 ławek oraz 6 koszy betonowych na śmieci. Ponadto wyrysowane zostaną oznakowania poziome :pasy, linie. Umieszczone zostaną również pionowe znaki drogowe – 20 szt. Oraz sygnalizacja świetlna. 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B5D3A" w:rsidP="00DB5D3A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 </w:t>
      </w:r>
      <w:r w:rsidR="00D60BC8" w:rsidRPr="00DB5D3A">
        <w:rPr>
          <w:rFonts w:cs="Arial"/>
          <w:b/>
          <w:sz w:val="24"/>
          <w:szCs w:val="24"/>
          <w:u w:val="single"/>
        </w:rPr>
        <w:t>Zestawienie znaków :</w:t>
      </w:r>
    </w:p>
    <w:p w:rsidR="00DB5D3A" w:rsidRDefault="00DB5D3A" w:rsidP="00DB5D3A">
      <w:pPr>
        <w:rPr>
          <w:rFonts w:cs="Arial"/>
          <w:sz w:val="24"/>
          <w:szCs w:val="24"/>
        </w:rPr>
      </w:pP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A-7 + C-12 (4 szt.)</w:t>
      </w:r>
    </w:p>
    <w:p w:rsidR="00B344EE" w:rsidRPr="00DB5D3A" w:rsidRDefault="00C026C2" w:rsidP="00DB5D3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D-6 (16</w:t>
      </w:r>
      <w:r w:rsidR="00B344EE" w:rsidRPr="00DB5D3A">
        <w:rPr>
          <w:rFonts w:cs="Arial"/>
          <w:sz w:val="24"/>
          <w:szCs w:val="24"/>
        </w:rPr>
        <w:t xml:space="preserve"> szt.)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  <w:u w:val="single"/>
        </w:rPr>
      </w:pPr>
      <w:r w:rsidRPr="00DB5D3A">
        <w:rPr>
          <w:rFonts w:cs="Arial"/>
          <w:sz w:val="24"/>
          <w:szCs w:val="24"/>
          <w:u w:val="single"/>
        </w:rPr>
        <w:t>Termin realizacji projektu</w:t>
      </w:r>
    </w:p>
    <w:p w:rsidR="0035635D" w:rsidRDefault="0035635D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Przewidywany termin realizacji projektu: 20</w:t>
      </w:r>
      <w:r w:rsidR="00DF2FA1" w:rsidRPr="00DB5D3A">
        <w:rPr>
          <w:rFonts w:cs="Arial"/>
          <w:sz w:val="24"/>
          <w:szCs w:val="24"/>
        </w:rPr>
        <w:t>17</w:t>
      </w:r>
      <w:r w:rsidRPr="00DB5D3A">
        <w:rPr>
          <w:rFonts w:cs="Arial"/>
          <w:sz w:val="24"/>
          <w:szCs w:val="24"/>
        </w:rPr>
        <w:t xml:space="preserve"> rok.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 xml:space="preserve">Uwagi Końcowe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Przed przystąpieniem do realizacji przedmiotowego projektu należy sprawdzić aktualność aktów prawnych stanowiących podstawę do sporządzenia projektu. W przypadku zmiany lub wydania nowych aktów prawnych należy sprawdzić czy opracowanie nie wymaga aktualizacji. Oznakowanie (wielkości znaków, wysokość ich umieszczania, odległość od krawędzi drogi) należy wykonać zgodnie z Rozporządzeniem Ministra Infrastruktury z dnia 3 lipca 2003 r. w sprawie szczegółowych warunków technicznych dla znaków i sygnałów drogowych oraz urządzeń bezpieczeństwa ruchu drogowego i warunków ich umieszczania na drogach (Dz. U. Nr 220, poz. 2181).</w:t>
      </w:r>
    </w:p>
    <w:p w:rsidR="00BF0C46" w:rsidRDefault="00BF0C46" w:rsidP="00DF2FA1"/>
    <w:p w:rsidR="006954E5" w:rsidRDefault="006954E5" w:rsidP="00C63B55">
      <w:pPr>
        <w:rPr>
          <w:b/>
          <w:u w:val="single"/>
        </w:rPr>
      </w:pPr>
    </w:p>
    <w:sectPr w:rsidR="006954E5" w:rsidSect="00D60BC8">
      <w:footerReference w:type="even" r:id="rId9"/>
      <w:footerReference w:type="default" r:id="rId10"/>
      <w:pgSz w:w="11907" w:h="16840" w:code="9"/>
      <w:pgMar w:top="851" w:right="1559" w:bottom="851" w:left="1701" w:header="567" w:footer="567" w:gutter="0"/>
      <w:pgNumType w:start="1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C2" w:rsidRDefault="00C026C2">
      <w:r>
        <w:separator/>
      </w:r>
    </w:p>
  </w:endnote>
  <w:endnote w:type="continuationSeparator" w:id="0">
    <w:p w:rsidR="00C026C2" w:rsidRDefault="00C0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6C2" w:rsidRDefault="00C026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C026C2" w:rsidRDefault="00C026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6C2" w:rsidRPr="00BF7F81" w:rsidRDefault="00C026C2" w:rsidP="00A73216">
    <w:pPr>
      <w:pStyle w:val="Stopka"/>
      <w:pBdr>
        <w:top w:val="single" w:sz="6" w:space="1" w:color="auto"/>
        <w:bottom w:val="single" w:sz="6" w:space="1" w:color="auto"/>
      </w:pBdr>
      <w:tabs>
        <w:tab w:val="clear" w:pos="4536"/>
        <w:tab w:val="clear" w:pos="9072"/>
        <w:tab w:val="left" w:pos="709"/>
        <w:tab w:val="right" w:pos="7938"/>
      </w:tabs>
      <w:spacing w:line="240" w:lineRule="auto"/>
      <w:rPr>
        <w:b/>
        <w:spacing w:val="0"/>
        <w:sz w:val="16"/>
        <w:szCs w:val="16"/>
      </w:rPr>
    </w:pPr>
    <w:r w:rsidRPr="00BF7F81">
      <w:rPr>
        <w:sz w:val="16"/>
        <w:szCs w:val="16"/>
      </w:rPr>
      <w:t xml:space="preserve">Projektowanie i Nadzory Budowlane </w:t>
    </w:r>
    <w:r>
      <w:rPr>
        <w:sz w:val="16"/>
        <w:szCs w:val="16"/>
      </w:rPr>
      <w:t>Stanisław</w:t>
    </w:r>
    <w:r w:rsidRPr="00BF7F81">
      <w:rPr>
        <w:sz w:val="16"/>
        <w:szCs w:val="16"/>
      </w:rPr>
      <w:t xml:space="preserve"> Stachowiak, </w:t>
    </w:r>
    <w:r>
      <w:rPr>
        <w:sz w:val="16"/>
        <w:szCs w:val="16"/>
      </w:rPr>
      <w:t xml:space="preserve">Śrem </w:t>
    </w:r>
    <w:r w:rsidRPr="00BF7F81">
      <w:rPr>
        <w:sz w:val="16"/>
        <w:szCs w:val="16"/>
      </w:rPr>
      <w:t xml:space="preserve">ul. </w:t>
    </w:r>
    <w:r>
      <w:rPr>
        <w:sz w:val="16"/>
        <w:szCs w:val="16"/>
      </w:rPr>
      <w:t>Kilińskiego 24B/5</w:t>
    </w:r>
    <w:r w:rsidRPr="00BF7F81">
      <w:rPr>
        <w:sz w:val="16"/>
        <w:szCs w:val="16"/>
      </w:rPr>
      <w:t xml:space="preserve">, 63-100 Śrem </w:t>
    </w:r>
    <w:r>
      <w:rPr>
        <w:sz w:val="16"/>
        <w:szCs w:val="16"/>
      </w:rPr>
      <w:tab/>
    </w:r>
    <w:r w:rsidRPr="00BF7F81">
      <w:rPr>
        <w:rFonts w:cs="Arial"/>
        <w:spacing w:val="0"/>
        <w:sz w:val="16"/>
        <w:szCs w:val="16"/>
      </w:rPr>
      <w:t xml:space="preserve">str.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C2" w:rsidRDefault="00C026C2">
      <w:r>
        <w:separator/>
      </w:r>
    </w:p>
  </w:footnote>
  <w:footnote w:type="continuationSeparator" w:id="0">
    <w:p w:rsidR="00C026C2" w:rsidRDefault="00C0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3A5950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823"/>
        </w:tabs>
        <w:ind w:left="823" w:hanging="283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2">
    <w:nsid w:val="08252647"/>
    <w:multiLevelType w:val="multilevel"/>
    <w:tmpl w:val="0415001F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32228F"/>
    <w:multiLevelType w:val="hybridMultilevel"/>
    <w:tmpl w:val="225C7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466FE"/>
    <w:multiLevelType w:val="hybridMultilevel"/>
    <w:tmpl w:val="3C24A0FC"/>
    <w:lvl w:ilvl="0" w:tplc="731ED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140AB"/>
    <w:multiLevelType w:val="hybridMultilevel"/>
    <w:tmpl w:val="56D6A6E2"/>
    <w:lvl w:ilvl="0" w:tplc="84066F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690D74"/>
    <w:multiLevelType w:val="multilevel"/>
    <w:tmpl w:val="0415001F"/>
    <w:numStyleLink w:val="Styl1"/>
  </w:abstractNum>
  <w:abstractNum w:abstractNumId="7">
    <w:nsid w:val="46085D61"/>
    <w:multiLevelType w:val="hybridMultilevel"/>
    <w:tmpl w:val="4D88D370"/>
    <w:lvl w:ilvl="0" w:tplc="2E946180">
      <w:start w:val="1"/>
      <w:numFmt w:val="decimal"/>
      <w:lvlText w:val="%1."/>
      <w:lvlJc w:val="left"/>
      <w:pPr>
        <w:ind w:left="1349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8">
    <w:nsid w:val="4BEC65A1"/>
    <w:multiLevelType w:val="hybridMultilevel"/>
    <w:tmpl w:val="A0625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93F59"/>
    <w:multiLevelType w:val="singleLevel"/>
    <w:tmpl w:val="0E36B0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10">
    <w:nsid w:val="61681F73"/>
    <w:multiLevelType w:val="hybridMultilevel"/>
    <w:tmpl w:val="C958B3AA"/>
    <w:lvl w:ilvl="0" w:tplc="068C9AF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62040A6C"/>
    <w:multiLevelType w:val="hybridMultilevel"/>
    <w:tmpl w:val="FA38F18E"/>
    <w:lvl w:ilvl="0" w:tplc="FC0C0A3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10"/>
  </w:num>
  <w:num w:numId="8">
    <w:abstractNumId w:val="3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lvl w:ilvl="0">
        <w:start w:val="5"/>
        <w:numFmt w:val="bullet"/>
        <w:lvlText w:val="-"/>
        <w:legacy w:legacy="1" w:legacySpace="120" w:legacyIndent="360"/>
        <w:lvlJc w:val="left"/>
        <w:pPr>
          <w:ind w:left="1065" w:hanging="360"/>
        </w:pPr>
      </w:lvl>
    </w:lvlOverride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mailMerge>
    <w:mainDocumentType w:val="envelopes"/>
    <w:dataType w:val="textFile"/>
    <w:activeRecord w:val="-1"/>
    <w:odso/>
  </w:mailMerge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5734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6E06"/>
    <w:rsid w:val="00000393"/>
    <w:rsid w:val="00006835"/>
    <w:rsid w:val="000261A8"/>
    <w:rsid w:val="00043B00"/>
    <w:rsid w:val="00047894"/>
    <w:rsid w:val="00090BAA"/>
    <w:rsid w:val="000934D5"/>
    <w:rsid w:val="00097601"/>
    <w:rsid w:val="000A7CDF"/>
    <w:rsid w:val="000D4B54"/>
    <w:rsid w:val="000D745B"/>
    <w:rsid w:val="001020AC"/>
    <w:rsid w:val="001166E9"/>
    <w:rsid w:val="00190FBB"/>
    <w:rsid w:val="00197985"/>
    <w:rsid w:val="001A73CE"/>
    <w:rsid w:val="001B0419"/>
    <w:rsid w:val="001B72AE"/>
    <w:rsid w:val="001E1BB8"/>
    <w:rsid w:val="00225874"/>
    <w:rsid w:val="00237294"/>
    <w:rsid w:val="00245082"/>
    <w:rsid w:val="00251881"/>
    <w:rsid w:val="002819D7"/>
    <w:rsid w:val="002C371D"/>
    <w:rsid w:val="002D03A8"/>
    <w:rsid w:val="002E01E0"/>
    <w:rsid w:val="003055CC"/>
    <w:rsid w:val="00312874"/>
    <w:rsid w:val="00320CC1"/>
    <w:rsid w:val="00320DE8"/>
    <w:rsid w:val="003239C6"/>
    <w:rsid w:val="00347821"/>
    <w:rsid w:val="0035635D"/>
    <w:rsid w:val="00365C2E"/>
    <w:rsid w:val="00394823"/>
    <w:rsid w:val="003C04DE"/>
    <w:rsid w:val="003C5445"/>
    <w:rsid w:val="003F0A2B"/>
    <w:rsid w:val="004067D3"/>
    <w:rsid w:val="00406C03"/>
    <w:rsid w:val="0045497C"/>
    <w:rsid w:val="004650DE"/>
    <w:rsid w:val="0046532D"/>
    <w:rsid w:val="004E6515"/>
    <w:rsid w:val="00533CC4"/>
    <w:rsid w:val="00572865"/>
    <w:rsid w:val="005823E9"/>
    <w:rsid w:val="005A6CC4"/>
    <w:rsid w:val="005A6E06"/>
    <w:rsid w:val="005E4DCF"/>
    <w:rsid w:val="005F73C7"/>
    <w:rsid w:val="006005B1"/>
    <w:rsid w:val="00622F8F"/>
    <w:rsid w:val="006376FB"/>
    <w:rsid w:val="0065209B"/>
    <w:rsid w:val="006954E5"/>
    <w:rsid w:val="006D2F56"/>
    <w:rsid w:val="006D7D56"/>
    <w:rsid w:val="006E0956"/>
    <w:rsid w:val="00703AE6"/>
    <w:rsid w:val="00704395"/>
    <w:rsid w:val="0073484C"/>
    <w:rsid w:val="00740018"/>
    <w:rsid w:val="00743841"/>
    <w:rsid w:val="007438C4"/>
    <w:rsid w:val="0077452B"/>
    <w:rsid w:val="00796D4C"/>
    <w:rsid w:val="007B1119"/>
    <w:rsid w:val="007C0574"/>
    <w:rsid w:val="00800958"/>
    <w:rsid w:val="00806FB5"/>
    <w:rsid w:val="00831AA7"/>
    <w:rsid w:val="00840FFF"/>
    <w:rsid w:val="0087634D"/>
    <w:rsid w:val="00896FB6"/>
    <w:rsid w:val="00897295"/>
    <w:rsid w:val="008B06F3"/>
    <w:rsid w:val="008B646E"/>
    <w:rsid w:val="008E1CDD"/>
    <w:rsid w:val="008E4987"/>
    <w:rsid w:val="008F523D"/>
    <w:rsid w:val="0092249D"/>
    <w:rsid w:val="00923E47"/>
    <w:rsid w:val="00930D4C"/>
    <w:rsid w:val="0095212A"/>
    <w:rsid w:val="009620E6"/>
    <w:rsid w:val="00963809"/>
    <w:rsid w:val="00964315"/>
    <w:rsid w:val="009659DA"/>
    <w:rsid w:val="009809C4"/>
    <w:rsid w:val="0098424E"/>
    <w:rsid w:val="009B2DB9"/>
    <w:rsid w:val="009E2E12"/>
    <w:rsid w:val="009F0C38"/>
    <w:rsid w:val="00A0460A"/>
    <w:rsid w:val="00A048D5"/>
    <w:rsid w:val="00A21C44"/>
    <w:rsid w:val="00A408EB"/>
    <w:rsid w:val="00A441FB"/>
    <w:rsid w:val="00A62B9D"/>
    <w:rsid w:val="00A64171"/>
    <w:rsid w:val="00A73216"/>
    <w:rsid w:val="00A90CAF"/>
    <w:rsid w:val="00A91436"/>
    <w:rsid w:val="00AC4CAB"/>
    <w:rsid w:val="00AE00B6"/>
    <w:rsid w:val="00AE738A"/>
    <w:rsid w:val="00AF608C"/>
    <w:rsid w:val="00B0409D"/>
    <w:rsid w:val="00B344EE"/>
    <w:rsid w:val="00B61D93"/>
    <w:rsid w:val="00B76EE8"/>
    <w:rsid w:val="00BA546C"/>
    <w:rsid w:val="00BC2567"/>
    <w:rsid w:val="00BF0C46"/>
    <w:rsid w:val="00BF7F81"/>
    <w:rsid w:val="00C026C2"/>
    <w:rsid w:val="00C062B1"/>
    <w:rsid w:val="00C07CE2"/>
    <w:rsid w:val="00C63B55"/>
    <w:rsid w:val="00C765A7"/>
    <w:rsid w:val="00C806E9"/>
    <w:rsid w:val="00C835AD"/>
    <w:rsid w:val="00C937B4"/>
    <w:rsid w:val="00C938A3"/>
    <w:rsid w:val="00C95560"/>
    <w:rsid w:val="00CB6C88"/>
    <w:rsid w:val="00CD372F"/>
    <w:rsid w:val="00CD4573"/>
    <w:rsid w:val="00CE181E"/>
    <w:rsid w:val="00D34386"/>
    <w:rsid w:val="00D50BC0"/>
    <w:rsid w:val="00D60BC8"/>
    <w:rsid w:val="00D73E77"/>
    <w:rsid w:val="00D91347"/>
    <w:rsid w:val="00DA771A"/>
    <w:rsid w:val="00DB13C7"/>
    <w:rsid w:val="00DB5D3A"/>
    <w:rsid w:val="00DB666A"/>
    <w:rsid w:val="00DE0A45"/>
    <w:rsid w:val="00DF242A"/>
    <w:rsid w:val="00DF2DD9"/>
    <w:rsid w:val="00DF2FA1"/>
    <w:rsid w:val="00E05659"/>
    <w:rsid w:val="00E10AF9"/>
    <w:rsid w:val="00E240DB"/>
    <w:rsid w:val="00E31DBC"/>
    <w:rsid w:val="00E4106B"/>
    <w:rsid w:val="00E4486B"/>
    <w:rsid w:val="00E524A8"/>
    <w:rsid w:val="00E9469A"/>
    <w:rsid w:val="00EA2425"/>
    <w:rsid w:val="00EA54FA"/>
    <w:rsid w:val="00EA75EF"/>
    <w:rsid w:val="00ED010B"/>
    <w:rsid w:val="00EE5178"/>
    <w:rsid w:val="00F0335E"/>
    <w:rsid w:val="00F07794"/>
    <w:rsid w:val="00F22586"/>
    <w:rsid w:val="00F319EF"/>
    <w:rsid w:val="00F3792F"/>
    <w:rsid w:val="00F5400B"/>
    <w:rsid w:val="00F84042"/>
    <w:rsid w:val="00F940EE"/>
    <w:rsid w:val="00FB1F4E"/>
    <w:rsid w:val="00FC4F04"/>
    <w:rsid w:val="00FE1868"/>
    <w:rsid w:val="00FE4C32"/>
    <w:rsid w:val="00FE52B0"/>
    <w:rsid w:val="00F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0" w:unhideWhenUsed="0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04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pacing w:val="20"/>
    </w:rPr>
  </w:style>
  <w:style w:type="paragraph" w:styleId="Nagwek1">
    <w:name w:val="heading 1"/>
    <w:basedOn w:val="Normalny"/>
    <w:next w:val="Normalny"/>
    <w:qFormat/>
    <w:rsid w:val="00F84042"/>
    <w:pPr>
      <w:keepNext/>
      <w:spacing w:before="240" w:after="60"/>
      <w:outlineLvl w:val="0"/>
    </w:pPr>
    <w:rPr>
      <w:b/>
      <w:kern w:val="28"/>
      <w:u w:val="single"/>
    </w:rPr>
  </w:style>
  <w:style w:type="paragraph" w:styleId="Nagwek2">
    <w:name w:val="heading 2"/>
    <w:basedOn w:val="Normalny"/>
    <w:next w:val="Normalny"/>
    <w:qFormat/>
    <w:rsid w:val="00F84042"/>
    <w:pPr>
      <w:keepNext/>
      <w:keepLines/>
      <w:spacing w:before="240" w:after="120"/>
      <w:ind w:left="567" w:hanging="567"/>
      <w:outlineLvl w:val="1"/>
    </w:pPr>
    <w:rPr>
      <w:b/>
      <w:noProof/>
    </w:rPr>
  </w:style>
  <w:style w:type="paragraph" w:styleId="Nagwek3">
    <w:name w:val="heading 3"/>
    <w:basedOn w:val="Normalny"/>
    <w:next w:val="Normalny"/>
    <w:link w:val="Nagwek3Znak"/>
    <w:qFormat/>
    <w:rsid w:val="00F84042"/>
    <w:pPr>
      <w:keepNext/>
      <w:outlineLvl w:val="2"/>
    </w:pPr>
  </w:style>
  <w:style w:type="paragraph" w:styleId="Nagwek4">
    <w:name w:val="heading 4"/>
    <w:basedOn w:val="Normalny"/>
    <w:next w:val="Normalny"/>
    <w:rsid w:val="00097601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84042"/>
    <w:pPr>
      <w:keepNext/>
      <w:ind w:right="-283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0261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097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97601"/>
  </w:style>
  <w:style w:type="paragraph" w:styleId="Stopka">
    <w:name w:val="footer"/>
    <w:basedOn w:val="Normalny"/>
    <w:link w:val="StopkaZnak"/>
    <w:uiPriority w:val="99"/>
    <w:rsid w:val="0009760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601"/>
  </w:style>
  <w:style w:type="character" w:styleId="Odwoanieprzypisudolnego">
    <w:name w:val="footnote reference"/>
    <w:basedOn w:val="Domylnaczcionkaakapitu"/>
    <w:semiHidden/>
    <w:rsid w:val="00097601"/>
    <w:rPr>
      <w:vertAlign w:val="superscript"/>
    </w:rPr>
  </w:style>
  <w:style w:type="paragraph" w:customStyle="1" w:styleId="Nag3wek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ormalny1">
    <w:name w:val="Normalny1"/>
    <w:basedOn w:val="Normalny"/>
    <w:rsid w:val="00097601"/>
    <w:pPr>
      <w:spacing w:after="60"/>
    </w:pPr>
    <w:rPr>
      <w:sz w:val="24"/>
    </w:rPr>
  </w:style>
  <w:style w:type="paragraph" w:customStyle="1" w:styleId="Nag3wek0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ag3wek1">
    <w:name w:val="Nag3ówek"/>
    <w:basedOn w:val="Nagwek2"/>
    <w:next w:val="Normalny"/>
    <w:rsid w:val="00097601"/>
    <w:pPr>
      <w:widowControl w:val="0"/>
      <w:ind w:left="0" w:firstLine="0"/>
      <w:outlineLvl w:val="9"/>
    </w:pPr>
    <w:rPr>
      <w:sz w:val="24"/>
    </w:rPr>
  </w:style>
  <w:style w:type="paragraph" w:styleId="Tekstblokowy">
    <w:name w:val="Block Text"/>
    <w:basedOn w:val="Normalny"/>
    <w:semiHidden/>
    <w:rsid w:val="00097601"/>
    <w:pPr>
      <w:ind w:left="705" w:right="-142" w:firstLine="3"/>
    </w:pPr>
    <w:rPr>
      <w:rFonts w:cs="Arial"/>
      <w:b/>
    </w:rPr>
  </w:style>
  <w:style w:type="paragraph" w:customStyle="1" w:styleId="Tekstpodstawowywcity21">
    <w:name w:val="Tekst podstawowy wcięty 21"/>
    <w:basedOn w:val="Normalny"/>
    <w:rsid w:val="00097601"/>
    <w:pPr>
      <w:ind w:left="708"/>
    </w:pPr>
    <w:rPr>
      <w:b/>
    </w:rPr>
  </w:style>
  <w:style w:type="paragraph" w:styleId="Tekstpodstawowywcity2">
    <w:name w:val="Body Text Indent 2"/>
    <w:basedOn w:val="Normalny"/>
    <w:semiHidden/>
    <w:rsid w:val="00097601"/>
    <w:pPr>
      <w:ind w:left="851" w:hanging="146"/>
    </w:pPr>
    <w:rPr>
      <w:bCs/>
    </w:rPr>
  </w:style>
  <w:style w:type="paragraph" w:styleId="Tekstpodstawowywcity3">
    <w:name w:val="Body Text Indent 3"/>
    <w:basedOn w:val="Normalny"/>
    <w:semiHidden/>
    <w:rsid w:val="00097601"/>
    <w:pPr>
      <w:ind w:left="705"/>
    </w:pPr>
    <w:rPr>
      <w:rFonts w:cs="Arial"/>
    </w:rPr>
  </w:style>
  <w:style w:type="paragraph" w:styleId="Tekstpodstawowywcity">
    <w:name w:val="Body Text Indent"/>
    <w:basedOn w:val="Normalny"/>
    <w:semiHidden/>
    <w:rsid w:val="00097601"/>
    <w:pPr>
      <w:ind w:left="851" w:hanging="142"/>
    </w:pPr>
  </w:style>
  <w:style w:type="numbering" w:customStyle="1" w:styleId="Styl1">
    <w:name w:val="Styl1"/>
    <w:uiPriority w:val="99"/>
    <w:rsid w:val="0098424E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4042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709"/>
    </w:pPr>
  </w:style>
  <w:style w:type="character" w:styleId="Hipercze">
    <w:name w:val="Hyperlink"/>
    <w:basedOn w:val="Domylnaczcionkaakapitu"/>
    <w:uiPriority w:val="99"/>
    <w:unhideWhenUsed/>
    <w:rsid w:val="0098424E"/>
    <w:rPr>
      <w:color w:val="0000FF"/>
      <w:u w:val="single"/>
    </w:rPr>
  </w:style>
  <w:style w:type="paragraph" w:styleId="Bezodstpw">
    <w:name w:val="No Spacing"/>
    <w:uiPriority w:val="1"/>
    <w:rsid w:val="000261A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F8404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4042"/>
    <w:rPr>
      <w:rFonts w:ascii="Arial" w:eastAsia="Times New Roman" w:hAnsi="Arial" w:cs="Times New Roman"/>
      <w:b/>
      <w:bCs/>
      <w:spacing w:val="20"/>
      <w:kern w:val="28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"/>
    <w:rsid w:val="000261A8"/>
    <w:rPr>
      <w:rFonts w:ascii="Calibri" w:eastAsia="Times New Roman" w:hAnsi="Calibri" w:cs="Times New Roman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200" w:firstLine="509"/>
    </w:pPr>
  </w:style>
  <w:style w:type="paragraph" w:styleId="Spistreci3">
    <w:name w:val="toc 3"/>
    <w:basedOn w:val="Normalny"/>
    <w:next w:val="Normalny"/>
    <w:autoRedefine/>
    <w:uiPriority w:val="39"/>
    <w:unhideWhenUsed/>
    <w:rsid w:val="002E01E0"/>
    <w:pPr>
      <w:ind w:left="400"/>
    </w:pPr>
  </w:style>
  <w:style w:type="paragraph" w:styleId="Podtytu">
    <w:name w:val="Subtitle"/>
    <w:basedOn w:val="Normalny"/>
    <w:next w:val="Normalny"/>
    <w:link w:val="PodtytuZnak"/>
    <w:uiPriority w:val="11"/>
    <w:rsid w:val="0057286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72865"/>
    <w:rPr>
      <w:rFonts w:ascii="Cambria" w:eastAsia="Times New Roman" w:hAnsi="Cambria" w:cs="Times New Roman"/>
      <w:spacing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874"/>
    <w:rPr>
      <w:rFonts w:ascii="Arial" w:hAnsi="Arial"/>
      <w:spacing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874"/>
    <w:rPr>
      <w:rFonts w:ascii="Tahoma" w:hAnsi="Tahoma" w:cs="Tahoma"/>
      <w:spacing w:val="2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38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386"/>
    <w:rPr>
      <w:rFonts w:ascii="Arial" w:hAnsi="Arial"/>
      <w:spacing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3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386"/>
    <w:rPr>
      <w:rFonts w:ascii="Arial" w:hAnsi="Arial"/>
      <w:b/>
      <w:bCs/>
      <w:spacing w:val="20"/>
    </w:rPr>
  </w:style>
  <w:style w:type="character" w:customStyle="1" w:styleId="NagwekZnak">
    <w:name w:val="Nagłówek Znak"/>
    <w:basedOn w:val="Domylnaczcionkaakapitu"/>
    <w:link w:val="Nagwek"/>
    <w:semiHidden/>
    <w:rsid w:val="00AF608C"/>
    <w:rPr>
      <w:rFonts w:ascii="Arial" w:hAnsi="Arial"/>
      <w:spacing w:val="20"/>
    </w:rPr>
  </w:style>
  <w:style w:type="character" w:customStyle="1" w:styleId="Nagwek3Znak">
    <w:name w:val="Nagłówek 3 Znak"/>
    <w:basedOn w:val="Domylnaczcionkaakapitu"/>
    <w:link w:val="Nagwek3"/>
    <w:rsid w:val="004E6515"/>
    <w:rPr>
      <w:rFonts w:ascii="Arial" w:hAnsi="Arial"/>
      <w:spacing w:val="20"/>
    </w:rPr>
  </w:style>
  <w:style w:type="table" w:styleId="Tabela-Siatka">
    <w:name w:val="Table Grid"/>
    <w:basedOn w:val="Standardowy"/>
    <w:uiPriority w:val="59"/>
    <w:rsid w:val="002258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towywcity">
    <w:name w:val="Standartowy wcięty"/>
    <w:basedOn w:val="Normalny"/>
    <w:rsid w:val="00A0460A"/>
    <w:pPr>
      <w:suppressAutoHyphens/>
      <w:overflowPunct/>
      <w:autoSpaceDE/>
      <w:autoSpaceDN/>
      <w:adjustRightInd/>
      <w:ind w:firstLine="567"/>
      <w:jc w:val="both"/>
      <w:textAlignment w:val="auto"/>
    </w:pPr>
    <w:rPr>
      <w:spacing w:val="0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0" w:unhideWhenUsed="0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04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pacing w:val="20"/>
    </w:rPr>
  </w:style>
  <w:style w:type="paragraph" w:styleId="Nagwek1">
    <w:name w:val="heading 1"/>
    <w:basedOn w:val="Normalny"/>
    <w:next w:val="Normalny"/>
    <w:qFormat/>
    <w:rsid w:val="00F84042"/>
    <w:pPr>
      <w:keepNext/>
      <w:spacing w:before="240" w:after="60"/>
      <w:outlineLvl w:val="0"/>
    </w:pPr>
    <w:rPr>
      <w:b/>
      <w:kern w:val="28"/>
      <w:u w:val="single"/>
    </w:rPr>
  </w:style>
  <w:style w:type="paragraph" w:styleId="Nagwek2">
    <w:name w:val="heading 2"/>
    <w:basedOn w:val="Normalny"/>
    <w:next w:val="Normalny"/>
    <w:qFormat/>
    <w:rsid w:val="00F84042"/>
    <w:pPr>
      <w:keepNext/>
      <w:keepLines/>
      <w:spacing w:before="240" w:after="120"/>
      <w:ind w:left="567" w:hanging="567"/>
      <w:outlineLvl w:val="1"/>
    </w:pPr>
    <w:rPr>
      <w:b/>
      <w:noProof/>
    </w:rPr>
  </w:style>
  <w:style w:type="paragraph" w:styleId="Nagwek3">
    <w:name w:val="heading 3"/>
    <w:basedOn w:val="Normalny"/>
    <w:next w:val="Normalny"/>
    <w:link w:val="Nagwek3Znak"/>
    <w:qFormat/>
    <w:rsid w:val="00F84042"/>
    <w:pPr>
      <w:keepNext/>
      <w:outlineLvl w:val="2"/>
    </w:pPr>
  </w:style>
  <w:style w:type="paragraph" w:styleId="Nagwek4">
    <w:name w:val="heading 4"/>
    <w:basedOn w:val="Normalny"/>
    <w:next w:val="Normalny"/>
    <w:rsid w:val="00097601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84042"/>
    <w:pPr>
      <w:keepNext/>
      <w:ind w:right="-283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0261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097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97601"/>
  </w:style>
  <w:style w:type="paragraph" w:styleId="Stopka">
    <w:name w:val="footer"/>
    <w:basedOn w:val="Normalny"/>
    <w:link w:val="StopkaZnak"/>
    <w:uiPriority w:val="99"/>
    <w:rsid w:val="0009760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601"/>
  </w:style>
  <w:style w:type="character" w:styleId="Odwoanieprzypisudolnego">
    <w:name w:val="footnote reference"/>
    <w:basedOn w:val="Domylnaczcionkaakapitu"/>
    <w:semiHidden/>
    <w:rsid w:val="00097601"/>
    <w:rPr>
      <w:vertAlign w:val="superscript"/>
    </w:rPr>
  </w:style>
  <w:style w:type="paragraph" w:customStyle="1" w:styleId="Nag3wek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ormalny1">
    <w:name w:val="Normalny1"/>
    <w:basedOn w:val="Normalny"/>
    <w:rsid w:val="00097601"/>
    <w:pPr>
      <w:spacing w:after="60"/>
    </w:pPr>
    <w:rPr>
      <w:sz w:val="24"/>
    </w:rPr>
  </w:style>
  <w:style w:type="paragraph" w:customStyle="1" w:styleId="Nag3wek0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ag3wek1">
    <w:name w:val="Nag3ówek"/>
    <w:basedOn w:val="Nagwek2"/>
    <w:next w:val="Normalny"/>
    <w:rsid w:val="00097601"/>
    <w:pPr>
      <w:widowControl w:val="0"/>
      <w:ind w:left="0" w:firstLine="0"/>
      <w:outlineLvl w:val="9"/>
    </w:pPr>
    <w:rPr>
      <w:sz w:val="24"/>
    </w:rPr>
  </w:style>
  <w:style w:type="paragraph" w:styleId="Tekstblokowy">
    <w:name w:val="Block Text"/>
    <w:basedOn w:val="Normalny"/>
    <w:semiHidden/>
    <w:rsid w:val="00097601"/>
    <w:pPr>
      <w:ind w:left="705" w:right="-142" w:firstLine="3"/>
    </w:pPr>
    <w:rPr>
      <w:rFonts w:cs="Arial"/>
      <w:b/>
    </w:rPr>
  </w:style>
  <w:style w:type="paragraph" w:customStyle="1" w:styleId="Tekstpodstawowywcity21">
    <w:name w:val="Tekst podstawowy wcięty 21"/>
    <w:basedOn w:val="Normalny"/>
    <w:rsid w:val="00097601"/>
    <w:pPr>
      <w:ind w:left="708"/>
    </w:pPr>
    <w:rPr>
      <w:b/>
    </w:rPr>
  </w:style>
  <w:style w:type="paragraph" w:styleId="Tekstpodstawowywcity2">
    <w:name w:val="Body Text Indent 2"/>
    <w:basedOn w:val="Normalny"/>
    <w:semiHidden/>
    <w:rsid w:val="00097601"/>
    <w:pPr>
      <w:ind w:left="851" w:hanging="146"/>
    </w:pPr>
    <w:rPr>
      <w:bCs/>
    </w:rPr>
  </w:style>
  <w:style w:type="paragraph" w:styleId="Tekstpodstawowywcity3">
    <w:name w:val="Body Text Indent 3"/>
    <w:basedOn w:val="Normalny"/>
    <w:semiHidden/>
    <w:rsid w:val="00097601"/>
    <w:pPr>
      <w:ind w:left="705"/>
    </w:pPr>
    <w:rPr>
      <w:rFonts w:cs="Arial"/>
    </w:rPr>
  </w:style>
  <w:style w:type="paragraph" w:styleId="Tekstpodstawowywcity">
    <w:name w:val="Body Text Indent"/>
    <w:basedOn w:val="Normalny"/>
    <w:semiHidden/>
    <w:rsid w:val="00097601"/>
    <w:pPr>
      <w:ind w:left="851" w:hanging="142"/>
    </w:pPr>
  </w:style>
  <w:style w:type="numbering" w:customStyle="1" w:styleId="Styl1">
    <w:name w:val="Styl1"/>
    <w:uiPriority w:val="99"/>
    <w:rsid w:val="0098424E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4042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709"/>
    </w:pPr>
  </w:style>
  <w:style w:type="character" w:styleId="Hipercze">
    <w:name w:val="Hyperlink"/>
    <w:basedOn w:val="Domylnaczcionkaakapitu"/>
    <w:uiPriority w:val="99"/>
    <w:unhideWhenUsed/>
    <w:rsid w:val="0098424E"/>
    <w:rPr>
      <w:color w:val="0000FF"/>
      <w:u w:val="single"/>
    </w:rPr>
  </w:style>
  <w:style w:type="paragraph" w:styleId="Bezodstpw">
    <w:name w:val="No Spacing"/>
    <w:uiPriority w:val="1"/>
    <w:rsid w:val="000261A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F8404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4042"/>
    <w:rPr>
      <w:rFonts w:ascii="Arial" w:eastAsia="Times New Roman" w:hAnsi="Arial" w:cs="Times New Roman"/>
      <w:b/>
      <w:bCs/>
      <w:spacing w:val="20"/>
      <w:kern w:val="28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"/>
    <w:rsid w:val="000261A8"/>
    <w:rPr>
      <w:rFonts w:ascii="Calibri" w:eastAsia="Times New Roman" w:hAnsi="Calibri" w:cs="Times New Roman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200" w:firstLine="509"/>
    </w:pPr>
  </w:style>
  <w:style w:type="paragraph" w:styleId="Spistreci3">
    <w:name w:val="toc 3"/>
    <w:basedOn w:val="Normalny"/>
    <w:next w:val="Normalny"/>
    <w:autoRedefine/>
    <w:uiPriority w:val="39"/>
    <w:unhideWhenUsed/>
    <w:rsid w:val="002E01E0"/>
    <w:pPr>
      <w:ind w:left="400"/>
    </w:pPr>
  </w:style>
  <w:style w:type="paragraph" w:styleId="Podtytu">
    <w:name w:val="Subtitle"/>
    <w:basedOn w:val="Normalny"/>
    <w:next w:val="Normalny"/>
    <w:link w:val="PodtytuZnak"/>
    <w:uiPriority w:val="11"/>
    <w:rsid w:val="0057286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72865"/>
    <w:rPr>
      <w:rFonts w:ascii="Cambria" w:eastAsia="Times New Roman" w:hAnsi="Cambria" w:cs="Times New Roman"/>
      <w:spacing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874"/>
    <w:rPr>
      <w:rFonts w:ascii="Arial" w:hAnsi="Arial"/>
      <w:spacing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874"/>
    <w:rPr>
      <w:rFonts w:ascii="Tahoma" w:hAnsi="Tahoma" w:cs="Tahoma"/>
      <w:spacing w:val="2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38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386"/>
    <w:rPr>
      <w:rFonts w:ascii="Arial" w:hAnsi="Arial"/>
      <w:spacing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3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386"/>
    <w:rPr>
      <w:rFonts w:ascii="Arial" w:hAnsi="Arial"/>
      <w:b/>
      <w:bCs/>
      <w:spacing w:val="20"/>
    </w:rPr>
  </w:style>
  <w:style w:type="character" w:customStyle="1" w:styleId="NagwekZnak">
    <w:name w:val="Nagłówek Znak"/>
    <w:basedOn w:val="Domylnaczcionkaakapitu"/>
    <w:link w:val="Nagwek"/>
    <w:semiHidden/>
    <w:rsid w:val="00AF608C"/>
    <w:rPr>
      <w:rFonts w:ascii="Arial" w:hAnsi="Arial"/>
      <w:spacing w:val="20"/>
    </w:rPr>
  </w:style>
  <w:style w:type="character" w:customStyle="1" w:styleId="Nagwek3Znak">
    <w:name w:val="Nagłówek 3 Znak"/>
    <w:basedOn w:val="Domylnaczcionkaakapitu"/>
    <w:link w:val="Nagwek3"/>
    <w:rsid w:val="004E6515"/>
    <w:rPr>
      <w:rFonts w:ascii="Arial" w:hAnsi="Arial"/>
      <w:spacing w:val="20"/>
    </w:rPr>
  </w:style>
  <w:style w:type="table" w:styleId="Tabela-Siatka">
    <w:name w:val="Table Grid"/>
    <w:basedOn w:val="Standardowy"/>
    <w:uiPriority w:val="59"/>
    <w:rsid w:val="002258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a&#322;%20Ostojski\Dane%20aplikacji\Microsoft\Szablony\Opis%20techniczny%20-%20WZORZE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00211-C812-4ED7-A827-9CB25F9A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 - WZORZEC</Template>
  <TotalTime>178</TotalTime>
  <Pages>4</Pages>
  <Words>582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M.K.M. OSTOJSCY s.c.</Company>
  <LinksUpToDate>false</LinksUpToDate>
  <CharactersWithSpaces>4081</CharactersWithSpaces>
  <SharedDoc>false</SharedDoc>
  <HLinks>
    <vt:vector size="60" baseType="variant"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_Toc214524089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_Toc214524082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_Toc214524076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_Toc214524070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_Toc214524058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_Toc214524057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_Toc214524036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_Toc214524029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_Toc214524028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_Toc214524027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Ostojski</dc:creator>
  <cp:lastModifiedBy>Radosław Binkowski</cp:lastModifiedBy>
  <cp:revision>8</cp:revision>
  <cp:lastPrinted>2017-04-06T16:31:00Z</cp:lastPrinted>
  <dcterms:created xsi:type="dcterms:W3CDTF">2017-01-05T10:51:00Z</dcterms:created>
  <dcterms:modified xsi:type="dcterms:W3CDTF">2017-06-01T12:23:00Z</dcterms:modified>
</cp:coreProperties>
</file>